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5A62D5" w:rsidP="00491F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komunikace v ul. n</w:t>
            </w:r>
            <w:r w:rsidR="00491F7B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vá,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1F7B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2D5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BF7C6FD.dotm</Template>
  <TotalTime>50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44</cp:revision>
  <cp:lastPrinted>2021-05-24T06:24:00Z</cp:lastPrinted>
  <dcterms:created xsi:type="dcterms:W3CDTF">2019-09-19T08:40:00Z</dcterms:created>
  <dcterms:modified xsi:type="dcterms:W3CDTF">2026-01-13T06:29:00Z</dcterms:modified>
</cp:coreProperties>
</file>